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B4476" w14:textId="77777777" w:rsidR="00F20901" w:rsidRPr="00F20901" w:rsidRDefault="00F20901" w:rsidP="00F20901">
      <w:pPr>
        <w:spacing w:after="0"/>
        <w:rPr>
          <w:rFonts w:ascii="Consolas" w:hAnsi="Consolas"/>
          <w:sz w:val="16"/>
          <w:szCs w:val="1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71449B" w14:paraId="6BD06F9A" w14:textId="77777777" w:rsidTr="00393BEF">
        <w:tc>
          <w:tcPr>
            <w:tcW w:w="10194" w:type="dxa"/>
          </w:tcPr>
          <w:p w14:paraId="6FBE1FA2" w14:textId="77777777" w:rsidR="00BB1871" w:rsidRDefault="000A2419" w:rsidP="000A2419">
            <w:pPr>
              <w:spacing w:after="0"/>
              <w:rPr>
                <w:rFonts w:ascii="Consolas" w:hAnsi="Consolas" w:cs="Arial"/>
                <w:sz w:val="16"/>
                <w:szCs w:val="16"/>
              </w:rPr>
            </w:pPr>
            <w:bookmarkStart w:id="0" w:name="DATA"/>
            <w:bookmarkEnd w:id="0"/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 wp14:anchorId="29DD0448" wp14:editId="1EF9F9F4">
                      <wp:simplePos x="0" y="0"/>
                      <wp:positionH relativeFrom="column">
                        <wp:posOffset>1398166</wp:posOffset>
                      </wp:positionH>
                      <wp:positionV relativeFrom="paragraph">
                        <wp:posOffset>1898238</wp:posOffset>
                      </wp:positionV>
                      <wp:extent cx="357809" cy="246490"/>
                      <wp:effectExtent l="0" t="0" r="0" b="1270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7809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4E8373" w14:textId="77777777" w:rsidR="00BB1871" w:rsidRPr="00766959" w:rsidRDefault="00BB1871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" w:name="SpallaSx"/>
                                  <w:bookmarkEnd w:id="1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DD04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4" o:spid="_x0000_s1026" type="#_x0000_t202" style="position:absolute;margin-left:110.1pt;margin-top:149.45pt;width:28.15pt;height:19.4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" filled="f" stroked="f" strokeweight=".5pt">
                      <v:textbox>
                        <w:txbxContent>
                          <w:p w14:paraId="304E8373" w14:textId="77777777" w:rsidR="00BB1871" w:rsidRPr="00766959" w:rsidRDefault="00BB1871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" w:name="SpallaSx"/>
                            <w:bookmarkEnd w:id="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1552" behindDoc="0" locked="0" layoutInCell="1" allowOverlap="1" wp14:anchorId="76F6B72A" wp14:editId="71DDC8EE">
                      <wp:simplePos x="0" y="0"/>
                      <wp:positionH relativeFrom="column">
                        <wp:posOffset>3342640</wp:posOffset>
                      </wp:positionH>
                      <wp:positionV relativeFrom="paragraph">
                        <wp:posOffset>1893731</wp:posOffset>
                      </wp:positionV>
                      <wp:extent cx="357809" cy="246490"/>
                      <wp:effectExtent l="0" t="0" r="0" b="1270"/>
                      <wp:wrapNone/>
                      <wp:docPr id="10" name="Casella di tes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7809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4D6BF6" w14:textId="77777777" w:rsidR="00BB1871" w:rsidRPr="00766959" w:rsidRDefault="00BB1871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3" w:name="SpallaDx"/>
                                  <w:bookmarkEnd w:id="3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6B72A" id="Casella di testo 10" o:spid="_x0000_s1027" type="#_x0000_t202" style="position:absolute;margin-left:263.2pt;margin-top:149.1pt;width:28.15pt;height:19.4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" filled="f" stroked="f" strokeweight=".5pt">
                      <v:textbox>
                        <w:txbxContent>
                          <w:p w14:paraId="094D6BF6" w14:textId="77777777" w:rsidR="00BB1871" w:rsidRPr="00766959" w:rsidRDefault="00BB1871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4" w:name="SpallaDx"/>
                            <w:bookmarkEnd w:id="4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64724A45" wp14:editId="0F9823FE">
                      <wp:simplePos x="0" y="0"/>
                      <wp:positionH relativeFrom="column">
                        <wp:posOffset>2459194</wp:posOffset>
                      </wp:positionH>
                      <wp:positionV relativeFrom="paragraph">
                        <wp:posOffset>954405</wp:posOffset>
                      </wp:positionV>
                      <wp:extent cx="397566" cy="246380"/>
                      <wp:effectExtent l="0" t="0" r="0" b="1270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566" cy="246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009E0B" w14:textId="77777777" w:rsidR="0034547F" w:rsidRPr="00766959" w:rsidRDefault="0034547F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5" w:name="PassoAlette"/>
                                  <w:bookmarkEnd w:id="5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24A45" id="Casella di testo 2" o:spid="_x0000_s1028" type="#_x0000_t202" style="position:absolute;margin-left:193.65pt;margin-top:75.15pt;width:31.3pt;height:19.4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" filled="f" stroked="f" strokeweight=".5pt">
                      <v:textbox>
                        <w:txbxContent>
                          <w:p w14:paraId="20009E0B" w14:textId="77777777" w:rsidR="0034547F" w:rsidRPr="00766959" w:rsidRDefault="0034547F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6" w:name="PassoAlette"/>
                            <w:bookmarkEnd w:id="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7456" behindDoc="0" locked="0" layoutInCell="1" allowOverlap="1" wp14:anchorId="5AA98277" wp14:editId="33FEFC1A">
                      <wp:simplePos x="0" y="0"/>
                      <wp:positionH relativeFrom="column">
                        <wp:posOffset>2274987</wp:posOffset>
                      </wp:positionH>
                      <wp:positionV relativeFrom="paragraph">
                        <wp:posOffset>2223107</wp:posOffset>
                      </wp:positionV>
                      <wp:extent cx="527050" cy="209804"/>
                      <wp:effectExtent l="0" t="0" r="0" b="0"/>
                      <wp:wrapNone/>
                      <wp:docPr id="8" name="Casella di tes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7050" cy="20980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9BC063" w14:textId="77777777" w:rsidR="00BB1871" w:rsidRPr="00766959" w:rsidRDefault="00BB1871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7" w:name="LT"/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98277" id="Casella di testo 8" o:spid="_x0000_s1029" type="#_x0000_t202" style="position:absolute;margin-left:179.15pt;margin-top:175.05pt;width:41.5pt;height:16.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" filled="f" stroked="f" strokeweight=".5pt">
                      <v:textbox>
                        <w:txbxContent>
                          <w:p w14:paraId="099BC063" w14:textId="77777777" w:rsidR="00BB1871" w:rsidRPr="00766959" w:rsidRDefault="00BB1871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8" w:name="LT"/>
                            <w:bookmarkEnd w:id="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83840" behindDoc="0" locked="0" layoutInCell="1" allowOverlap="1" wp14:anchorId="581A485C" wp14:editId="0356E63D">
                      <wp:simplePos x="0" y="0"/>
                      <wp:positionH relativeFrom="column">
                        <wp:posOffset>3847607</wp:posOffset>
                      </wp:positionH>
                      <wp:positionV relativeFrom="paragraph">
                        <wp:posOffset>902439</wp:posOffset>
                      </wp:positionV>
                      <wp:extent cx="532530" cy="246490"/>
                      <wp:effectExtent l="0" t="0" r="0" b="0"/>
                      <wp:wrapNone/>
                      <wp:docPr id="18" name="Casella di tes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532530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6F63D7" w14:textId="77777777" w:rsidR="0059276B" w:rsidRPr="00766959" w:rsidRDefault="0059276B" w:rsidP="0059276B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9" w:name="HT"/>
                                  <w:bookmarkEnd w:id="9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A485C" id="Casella di testo 18" o:spid="_x0000_s1030" type="#_x0000_t202" style="position:absolute;margin-left:302.95pt;margin-top:71.05pt;width:41.95pt;height:19.4pt;rotation:-90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" filled="f" stroked="f" strokeweight=".5pt">
                      <v:textbox>
                        <w:txbxContent>
                          <w:p w14:paraId="556F63D7" w14:textId="77777777" w:rsidR="0059276B" w:rsidRPr="00766959" w:rsidRDefault="0059276B" w:rsidP="0059276B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0" w:name="HT"/>
                            <w:bookmarkEnd w:id="1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3600" behindDoc="0" locked="0" layoutInCell="1" allowOverlap="1" wp14:anchorId="37CB6C75" wp14:editId="120C841F">
                      <wp:simplePos x="0" y="0"/>
                      <wp:positionH relativeFrom="column">
                        <wp:posOffset>738618</wp:posOffset>
                      </wp:positionH>
                      <wp:positionV relativeFrom="paragraph">
                        <wp:posOffset>1415927</wp:posOffset>
                      </wp:positionV>
                      <wp:extent cx="699715" cy="246490"/>
                      <wp:effectExtent l="0" t="0" r="0" b="1270"/>
                      <wp:wrapNone/>
                      <wp:docPr id="13" name="Casella di test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9715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BC07EE" w14:textId="77777777" w:rsidR="00027D2D" w:rsidRPr="00766959" w:rsidRDefault="00027D2D" w:rsidP="00393BEF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1" w:name="DiaOUT"/>
                                  <w:bookmarkEnd w:id="11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CB6C75" id="Casella di testo 13" o:spid="_x0000_s1031" type="#_x0000_t202" style="position:absolute;margin-left:58.15pt;margin-top:111.5pt;width:55.1pt;height:19.4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" filled="f" stroked="f" strokeweight=".5pt">
                      <v:textbox>
                        <w:txbxContent>
                          <w:p w14:paraId="57BC07EE" w14:textId="77777777" w:rsidR="00027D2D" w:rsidRPr="00766959" w:rsidRDefault="00027D2D" w:rsidP="00393BEF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2" w:name="DiaOUT"/>
                            <w:bookmarkEnd w:id="1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5648" behindDoc="0" locked="0" layoutInCell="1" allowOverlap="1" wp14:anchorId="053554E9" wp14:editId="6A07123C">
                      <wp:simplePos x="0" y="0"/>
                      <wp:positionH relativeFrom="column">
                        <wp:posOffset>737984</wp:posOffset>
                      </wp:positionH>
                      <wp:positionV relativeFrom="paragraph">
                        <wp:posOffset>270358</wp:posOffset>
                      </wp:positionV>
                      <wp:extent cx="699135" cy="246380"/>
                      <wp:effectExtent l="0" t="0" r="0" b="1270"/>
                      <wp:wrapNone/>
                      <wp:docPr id="14" name="Casella di test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9135" cy="246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75681C" w14:textId="77777777" w:rsidR="00027D2D" w:rsidRPr="00766959" w:rsidRDefault="00027D2D" w:rsidP="00393BEF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3" w:name="DiaIN"/>
                                  <w:bookmarkEnd w:id="13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3554E9" id="Casella di testo 14" o:spid="_x0000_s1032" type="#_x0000_t202" style="position:absolute;margin-left:58.1pt;margin-top:21.3pt;width:55.05pt;height:19.4pt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" filled="f" stroked="f" strokeweight=".5pt">
                      <v:textbox>
                        <w:txbxContent>
                          <w:p w14:paraId="1F75681C" w14:textId="77777777" w:rsidR="00027D2D" w:rsidRPr="00766959" w:rsidRDefault="00027D2D" w:rsidP="00393BEF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4" w:name="DiaIN"/>
                            <w:bookmarkEnd w:id="14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85888" behindDoc="0" locked="0" layoutInCell="1" allowOverlap="1" wp14:anchorId="2C536C5A" wp14:editId="17708965">
                      <wp:simplePos x="0" y="0"/>
                      <wp:positionH relativeFrom="column">
                        <wp:posOffset>3633630</wp:posOffset>
                      </wp:positionH>
                      <wp:positionV relativeFrom="paragraph">
                        <wp:posOffset>256289</wp:posOffset>
                      </wp:positionV>
                      <wp:extent cx="357505" cy="246380"/>
                      <wp:effectExtent l="0" t="0" r="2857" b="0"/>
                      <wp:wrapNone/>
                      <wp:docPr id="5" name="Casella di tes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57505" cy="2463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1B0C87" w14:textId="77777777" w:rsidR="00D77C20" w:rsidRPr="00766959" w:rsidRDefault="00D77C20" w:rsidP="00D77C20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5" w:name="CoperchioSup"/>
                                  <w:bookmarkEnd w:id="15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536C5A" id="Casella di testo 5" o:spid="_x0000_s1033" type="#_x0000_t202" style="position:absolute;margin-left:286.1pt;margin-top:20.2pt;width:28.15pt;height:19.4pt;rotation:-90;z-index:2516858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" filled="f" stroked="f" strokeweight=".5pt">
                      <v:textbox>
                        <w:txbxContent>
                          <w:p w14:paraId="6B1B0C87" w14:textId="77777777" w:rsidR="00D77C20" w:rsidRPr="00766959" w:rsidRDefault="00D77C20" w:rsidP="00D77C20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6" w:name="CoperchioSup"/>
                            <w:bookmarkEnd w:id="1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7696" behindDoc="0" locked="0" layoutInCell="1" allowOverlap="1" wp14:anchorId="5353B338" wp14:editId="4D0F48C7">
                      <wp:simplePos x="0" y="0"/>
                      <wp:positionH relativeFrom="column">
                        <wp:posOffset>3640933</wp:posOffset>
                      </wp:positionH>
                      <wp:positionV relativeFrom="paragraph">
                        <wp:posOffset>1597343</wp:posOffset>
                      </wp:positionV>
                      <wp:extent cx="357809" cy="246490"/>
                      <wp:effectExtent l="0" t="0" r="2857" b="0"/>
                      <wp:wrapNone/>
                      <wp:docPr id="15" name="Casella di tes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57809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E14D39" w14:textId="77777777" w:rsidR="0059276B" w:rsidRPr="00766959" w:rsidRDefault="0059276B" w:rsidP="0059276B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7" w:name="CoperchioInf"/>
                                  <w:bookmarkEnd w:id="1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53B338" id="Casella di testo 15" o:spid="_x0000_s1034" type="#_x0000_t202" style="position:absolute;margin-left:286.7pt;margin-top:125.8pt;width:28.15pt;height:19.4pt;rotation:-90;z-index:2516776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" filled="f" stroked="f" strokeweight=".5pt">
                      <v:textbox>
                        <w:txbxContent>
                          <w:p w14:paraId="64E14D39" w14:textId="77777777" w:rsidR="0059276B" w:rsidRPr="00766959" w:rsidRDefault="0059276B" w:rsidP="0059276B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8" w:name="CoperchioInf"/>
                            <w:bookmarkEnd w:id="1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9504" behindDoc="0" locked="0" layoutInCell="1" allowOverlap="1" wp14:anchorId="5E67E789" wp14:editId="532A6C87">
                      <wp:simplePos x="0" y="0"/>
                      <wp:positionH relativeFrom="column">
                        <wp:posOffset>4690110</wp:posOffset>
                      </wp:positionH>
                      <wp:positionV relativeFrom="paragraph">
                        <wp:posOffset>1893920</wp:posOffset>
                      </wp:positionV>
                      <wp:extent cx="527050" cy="246490"/>
                      <wp:effectExtent l="0" t="0" r="0" b="1270"/>
                      <wp:wrapNone/>
                      <wp:docPr id="9" name="Casella di tes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7050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85871B" w14:textId="77777777" w:rsidR="00BB1871" w:rsidRPr="00766959" w:rsidRDefault="00BB1871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9" w:name="BT"/>
                                  <w:bookmarkEnd w:id="19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67E789" id="Casella di testo 9" o:spid="_x0000_s1035" type="#_x0000_t202" style="position:absolute;margin-left:369.3pt;margin-top:149.15pt;width:41.5pt;height:19.4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" filled="f" stroked="f" strokeweight=".5pt">
                      <v:textbox>
                        <w:txbxContent>
                          <w:p w14:paraId="2085871B" w14:textId="77777777" w:rsidR="00BB1871" w:rsidRPr="00766959" w:rsidRDefault="00BB1871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0" w:name="BT"/>
                            <w:bookmarkEnd w:id="2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5408" behindDoc="0" locked="0" layoutInCell="1" allowOverlap="1" wp14:anchorId="1D925741" wp14:editId="122A14C9">
                      <wp:simplePos x="0" y="0"/>
                      <wp:positionH relativeFrom="column">
                        <wp:posOffset>2273717</wp:posOffset>
                      </wp:positionH>
                      <wp:positionV relativeFrom="paragraph">
                        <wp:posOffset>1898527</wp:posOffset>
                      </wp:positionV>
                      <wp:extent cx="527050" cy="246490"/>
                      <wp:effectExtent l="0" t="0" r="0" b="127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7050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78E821" w14:textId="77777777" w:rsidR="00BB1871" w:rsidRPr="00766959" w:rsidRDefault="00BB1871" w:rsidP="00BB1871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21" w:name="BL"/>
                                  <w:bookmarkEnd w:id="21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925741" id="Casella di testo 6" o:spid="_x0000_s1036" type="#_x0000_t202" style="position:absolute;margin-left:179.05pt;margin-top:149.5pt;width:41.5pt;height:19.4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" filled="f" stroked="f" strokeweight=".5pt">
                      <v:textbox>
                        <w:txbxContent>
                          <w:p w14:paraId="4578E821" w14:textId="77777777" w:rsidR="00BB1871" w:rsidRPr="00766959" w:rsidRDefault="00BB1871" w:rsidP="00BB1871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2" w:name="BL"/>
                            <w:bookmarkEnd w:id="2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81792" behindDoc="0" locked="0" layoutInCell="1" allowOverlap="1" wp14:anchorId="736C1106" wp14:editId="13D60141">
                      <wp:simplePos x="0" y="0"/>
                      <wp:positionH relativeFrom="column">
                        <wp:posOffset>3545366</wp:posOffset>
                      </wp:positionH>
                      <wp:positionV relativeFrom="paragraph">
                        <wp:posOffset>920750</wp:posOffset>
                      </wp:positionV>
                      <wp:extent cx="532530" cy="246490"/>
                      <wp:effectExtent l="0" t="0" r="0" b="0"/>
                      <wp:wrapNone/>
                      <wp:docPr id="17" name="Casella di test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532530" cy="246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213306" w14:textId="77777777" w:rsidR="0059276B" w:rsidRPr="00766959" w:rsidRDefault="0059276B" w:rsidP="0059276B"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23" w:name="BH"/>
                                  <w:bookmarkEnd w:id="23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6C1106" id="Casella di testo 17" o:spid="_x0000_s1037" type="#_x0000_t202" style="position:absolute;margin-left:279.15pt;margin-top:72.5pt;width:41.95pt;height:19.4pt;rotation:-90;z-index:2516817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" filled="f" stroked="f" strokeweight=".5pt">
                      <v:textbox>
                        <w:txbxContent>
                          <w:p w14:paraId="7A213306" w14:textId="77777777" w:rsidR="0059276B" w:rsidRPr="00766959" w:rsidRDefault="0059276B" w:rsidP="0059276B"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4" w:name="BH"/>
                            <w:bookmarkEnd w:id="2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7A2D">
              <w:object w:dxaOrig="8745" w:dyaOrig="5220" w14:anchorId="13FAC7A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7.4pt;height:261pt" o:ole="">
                  <v:imagedata r:id="rId7" o:title=""/>
                </v:shape>
                <o:OLEObject Type="Embed" ProgID="PBrush" ShapeID="_x0000_i1025" DrawAspect="Content" ObjectID="_1789293263" r:id="rId8"/>
              </w:object>
            </w:r>
          </w:p>
        </w:tc>
      </w:tr>
    </w:tbl>
    <w:p w14:paraId="36565A90" w14:textId="77777777" w:rsidR="004C7FC9" w:rsidRPr="00DB3666" w:rsidRDefault="004C7FC9" w:rsidP="00CC5CC1">
      <w:pPr>
        <w:spacing w:after="0"/>
        <w:rPr>
          <w:rFonts w:ascii="Consolas" w:hAnsi="Consolas" w:cs="Arial"/>
          <w:sz w:val="16"/>
          <w:szCs w:val="16"/>
        </w:rPr>
      </w:pPr>
    </w:p>
    <w:sectPr w:rsidR="004C7FC9" w:rsidRPr="00DB3666" w:rsidSect="00E154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62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3ECBE" w14:textId="77777777" w:rsidR="00D2592C" w:rsidRDefault="00D2592C" w:rsidP="00F430EA">
      <w:pPr>
        <w:spacing w:after="0" w:line="240" w:lineRule="auto"/>
      </w:pPr>
      <w:r>
        <w:separator/>
      </w:r>
    </w:p>
  </w:endnote>
  <w:endnote w:type="continuationSeparator" w:id="0">
    <w:p w14:paraId="637CCE4B" w14:textId="77777777" w:rsidR="00D2592C" w:rsidRDefault="00D2592C" w:rsidP="00F4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2A38E" w14:textId="77777777" w:rsidR="00B83B05" w:rsidRDefault="00B83B0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FAB60" w14:textId="77777777" w:rsidR="00620D56" w:rsidRDefault="00620D56" w:rsidP="00620D56">
    <w:pPr>
      <w:pStyle w:val="Pidipagina"/>
      <w:jc w:val="center"/>
    </w:pPr>
    <w:r>
      <w:t>Pag</w:t>
    </w:r>
    <w:r w:rsidR="00B83B05">
      <w:t>.</w:t>
    </w:r>
    <w:r>
      <w:t xml:space="preserve"> </w:t>
    </w:r>
    <w:r>
      <w:fldChar w:fldCharType="begin"/>
    </w:r>
    <w:r>
      <w:instrText xml:space="preserve"> PAGE  \* Arabic  \* MERGEFORMAT </w:instrText>
    </w:r>
    <w:r>
      <w:fldChar w:fldCharType="separate"/>
    </w:r>
    <w:r w:rsidR="00FF7A2D">
      <w:rPr>
        <w:noProof/>
      </w:rPr>
      <w:t>1</w:t>
    </w:r>
    <w:r>
      <w:fldChar w:fldCharType="end"/>
    </w:r>
    <w:r w:rsidR="001E1C4B">
      <w:t>/</w:t>
    </w:r>
    <w:r w:rsidR="00FB41C5">
      <w:fldChar w:fldCharType="begin"/>
    </w:r>
    <w:r w:rsidR="00FB41C5">
      <w:instrText xml:space="preserve"> NUMPAGES   \* MERGEFORMAT </w:instrText>
    </w:r>
    <w:r w:rsidR="00FB41C5">
      <w:fldChar w:fldCharType="separate"/>
    </w:r>
    <w:r w:rsidR="00FF7A2D">
      <w:rPr>
        <w:noProof/>
      </w:rPr>
      <w:t>1</w:t>
    </w:r>
    <w:r w:rsidR="00FB41C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50F27" w14:textId="77777777" w:rsidR="00B83B05" w:rsidRDefault="00B83B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5541E" w14:textId="77777777" w:rsidR="00D2592C" w:rsidRDefault="00D2592C" w:rsidP="00F430EA">
      <w:pPr>
        <w:spacing w:after="0" w:line="240" w:lineRule="auto"/>
      </w:pPr>
      <w:r>
        <w:separator/>
      </w:r>
    </w:p>
  </w:footnote>
  <w:footnote w:type="continuationSeparator" w:id="0">
    <w:p w14:paraId="1CD3D320" w14:textId="77777777" w:rsidR="00D2592C" w:rsidRDefault="00D2592C" w:rsidP="00F43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67A3F" w14:textId="77777777" w:rsidR="00B83B05" w:rsidRDefault="00B83B0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5256"/>
      <w:gridCol w:w="3533"/>
      <w:gridCol w:w="1415"/>
    </w:tblGrid>
    <w:tr w:rsidR="00E644FA" w:rsidRPr="00666543" w14:paraId="4E265BFE" w14:textId="77777777" w:rsidTr="00045DBD">
      <w:tc>
        <w:tcPr>
          <w:tcW w:w="5256" w:type="dxa"/>
          <w:vMerge w:val="restart"/>
          <w:shd w:val="clear" w:color="auto" w:fill="auto"/>
          <w:vAlign w:val="center"/>
        </w:tcPr>
        <w:p w14:paraId="5646F37C" w14:textId="000BFCAD" w:rsidR="00F430EA" w:rsidRPr="00666543" w:rsidRDefault="00FB41C5">
          <w:pPr>
            <w:pStyle w:val="Intestazione"/>
            <w:rPr>
              <w:rFonts w:ascii="Tahoma" w:hAnsi="Tahoma" w:cs="Tahoma"/>
            </w:rPr>
          </w:pPr>
          <w:r>
            <w:rPr>
              <w:noProof/>
            </w:rPr>
            <w:drawing>
              <wp:inline distT="0" distB="0" distL="0" distR="0" wp14:anchorId="66E91E29" wp14:editId="1836F645">
                <wp:extent cx="2800350" cy="593090"/>
                <wp:effectExtent l="0" t="0" r="0" b="0"/>
                <wp:docPr id="632831354" name="Immagine 1" descr="Immagine che contiene Carattere, testo, logo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2831354" name="Immagine 1" descr="Immagine che contiene Carattere, testo, logo, Elementi grafici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0350" cy="5930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33" w:type="dxa"/>
          <w:shd w:val="clear" w:color="auto" w:fill="auto"/>
          <w:vAlign w:val="center"/>
        </w:tcPr>
        <w:p w14:paraId="7AF7C7B7" w14:textId="77777777" w:rsidR="00531AC7" w:rsidRPr="00666543" w:rsidRDefault="00531AC7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</w:p>
        <w:p w14:paraId="0EB5B85C" w14:textId="77777777" w:rsidR="00F430EA" w:rsidRPr="00666543" w:rsidRDefault="00F430EA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</w:p>
      </w:tc>
      <w:tc>
        <w:tcPr>
          <w:tcW w:w="1415" w:type="dxa"/>
          <w:shd w:val="clear" w:color="auto" w:fill="auto"/>
          <w:vAlign w:val="center"/>
        </w:tcPr>
        <w:p w14:paraId="6C6E6514" w14:textId="77777777" w:rsidR="00531AC7" w:rsidRPr="00666543" w:rsidRDefault="00531AC7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</w:p>
        <w:p w14:paraId="6228B14A" w14:textId="726AB459" w:rsidR="00F430EA" w:rsidRPr="00666543" w:rsidRDefault="00A0148E" w:rsidP="00A0148E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r w:rsidRPr="00666543">
            <w:rPr>
              <w:rFonts w:ascii="Tahoma" w:hAnsi="Tahoma" w:cs="Tahoma"/>
            </w:rPr>
            <w:fldChar w:fldCharType="begin"/>
          </w:r>
          <w:r w:rsidRPr="00666543">
            <w:rPr>
              <w:rFonts w:ascii="Tahoma" w:hAnsi="Tahoma" w:cs="Tahoma"/>
            </w:rPr>
            <w:instrText xml:space="preserve"> TIME \@ "dd/MM/yy" </w:instrText>
          </w:r>
          <w:r w:rsidRPr="00666543">
            <w:rPr>
              <w:rFonts w:ascii="Tahoma" w:hAnsi="Tahoma" w:cs="Tahoma"/>
            </w:rPr>
            <w:fldChar w:fldCharType="separate"/>
          </w:r>
          <w:r w:rsidR="00FB41C5">
            <w:rPr>
              <w:rFonts w:ascii="Tahoma" w:hAnsi="Tahoma" w:cs="Tahoma"/>
              <w:noProof/>
            </w:rPr>
            <w:t>01/10/24</w:t>
          </w:r>
          <w:r w:rsidRPr="00666543">
            <w:rPr>
              <w:rFonts w:ascii="Tahoma" w:hAnsi="Tahoma" w:cs="Tahoma"/>
            </w:rPr>
            <w:fldChar w:fldCharType="end"/>
          </w:r>
        </w:p>
      </w:tc>
    </w:tr>
    <w:tr w:rsidR="00E644FA" w:rsidRPr="00666543" w14:paraId="31D602CF" w14:textId="77777777" w:rsidTr="00045DBD">
      <w:tc>
        <w:tcPr>
          <w:tcW w:w="5256" w:type="dxa"/>
          <w:vMerge/>
          <w:shd w:val="clear" w:color="auto" w:fill="auto"/>
          <w:vAlign w:val="center"/>
        </w:tcPr>
        <w:p w14:paraId="30A3FFA2" w14:textId="77777777" w:rsidR="00F430EA" w:rsidRPr="00666543" w:rsidRDefault="00F430EA">
          <w:pPr>
            <w:pStyle w:val="Intestazione"/>
            <w:rPr>
              <w:rFonts w:ascii="Tahoma" w:hAnsi="Tahoma" w:cs="Tahoma"/>
            </w:rPr>
          </w:pPr>
        </w:p>
      </w:tc>
      <w:tc>
        <w:tcPr>
          <w:tcW w:w="3533" w:type="dxa"/>
          <w:shd w:val="clear" w:color="auto" w:fill="auto"/>
          <w:vAlign w:val="center"/>
        </w:tcPr>
        <w:p w14:paraId="1E92B3F5" w14:textId="77777777" w:rsidR="00F430EA" w:rsidRPr="00666543" w:rsidRDefault="00F430EA" w:rsidP="00B83B05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r w:rsidRPr="00666543">
            <w:rPr>
              <w:rFonts w:ascii="Tahoma" w:hAnsi="Tahoma" w:cs="Tahoma"/>
            </w:rPr>
            <w:t>Software vers</w:t>
          </w:r>
          <w:r w:rsidR="00B83B05">
            <w:rPr>
              <w:rFonts w:ascii="Tahoma" w:hAnsi="Tahoma" w:cs="Tahoma"/>
            </w:rPr>
            <w:t>.</w:t>
          </w:r>
          <w:r w:rsidR="00045DBD">
            <w:rPr>
              <w:rFonts w:ascii="Tahoma" w:hAnsi="Tahoma" w:cs="Tahoma"/>
            </w:rPr>
            <w:t>:</w:t>
          </w:r>
        </w:p>
      </w:tc>
      <w:tc>
        <w:tcPr>
          <w:tcW w:w="1415" w:type="dxa"/>
          <w:shd w:val="clear" w:color="auto" w:fill="auto"/>
          <w:vAlign w:val="center"/>
        </w:tcPr>
        <w:p w14:paraId="7D0E8A21" w14:textId="77777777" w:rsidR="00F430EA" w:rsidRPr="00666543" w:rsidRDefault="00F430EA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bookmarkStart w:id="25" w:name="SoftwareVersion"/>
          <w:bookmarkEnd w:id="25"/>
        </w:p>
      </w:tc>
    </w:tr>
  </w:tbl>
  <w:p w14:paraId="7A368B8C" w14:textId="77777777" w:rsidR="00F430EA" w:rsidRPr="00666543" w:rsidRDefault="00F430EA">
    <w:pPr>
      <w:pStyle w:val="Intestazione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980F0" w14:textId="77777777" w:rsidR="00B83B05" w:rsidRDefault="00B83B0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68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F00"/>
    <w:rsid w:val="0000069A"/>
    <w:rsid w:val="00002F7B"/>
    <w:rsid w:val="0001059F"/>
    <w:rsid w:val="00026964"/>
    <w:rsid w:val="00027D2D"/>
    <w:rsid w:val="00045DBD"/>
    <w:rsid w:val="000472F1"/>
    <w:rsid w:val="00052689"/>
    <w:rsid w:val="00074307"/>
    <w:rsid w:val="00081FD5"/>
    <w:rsid w:val="00082596"/>
    <w:rsid w:val="000875B4"/>
    <w:rsid w:val="000A2419"/>
    <w:rsid w:val="000C1975"/>
    <w:rsid w:val="000E41DC"/>
    <w:rsid w:val="000E75EB"/>
    <w:rsid w:val="000F303D"/>
    <w:rsid w:val="00113EE1"/>
    <w:rsid w:val="00117142"/>
    <w:rsid w:val="00145042"/>
    <w:rsid w:val="00152C11"/>
    <w:rsid w:val="0016365E"/>
    <w:rsid w:val="00166D4E"/>
    <w:rsid w:val="00182D40"/>
    <w:rsid w:val="00192808"/>
    <w:rsid w:val="001941C5"/>
    <w:rsid w:val="001A61EC"/>
    <w:rsid w:val="001B0437"/>
    <w:rsid w:val="001B130B"/>
    <w:rsid w:val="001D769D"/>
    <w:rsid w:val="001E1C4B"/>
    <w:rsid w:val="001F1C7B"/>
    <w:rsid w:val="001F5285"/>
    <w:rsid w:val="00210835"/>
    <w:rsid w:val="00213518"/>
    <w:rsid w:val="002227E8"/>
    <w:rsid w:val="00222F0D"/>
    <w:rsid w:val="002419F2"/>
    <w:rsid w:val="00262DC1"/>
    <w:rsid w:val="002D451B"/>
    <w:rsid w:val="002F2C78"/>
    <w:rsid w:val="00303D52"/>
    <w:rsid w:val="00314153"/>
    <w:rsid w:val="003220DF"/>
    <w:rsid w:val="00334A4C"/>
    <w:rsid w:val="0034547F"/>
    <w:rsid w:val="00361411"/>
    <w:rsid w:val="003840F8"/>
    <w:rsid w:val="00393BEF"/>
    <w:rsid w:val="003A5F8B"/>
    <w:rsid w:val="003B6292"/>
    <w:rsid w:val="003E15EA"/>
    <w:rsid w:val="00414A46"/>
    <w:rsid w:val="00423DB6"/>
    <w:rsid w:val="00426C17"/>
    <w:rsid w:val="0047415A"/>
    <w:rsid w:val="00476A49"/>
    <w:rsid w:val="004842AB"/>
    <w:rsid w:val="004878EB"/>
    <w:rsid w:val="004C2BEC"/>
    <w:rsid w:val="004C2C2E"/>
    <w:rsid w:val="004C7FC9"/>
    <w:rsid w:val="004D4977"/>
    <w:rsid w:val="004D7E0C"/>
    <w:rsid w:val="00514947"/>
    <w:rsid w:val="00516AC6"/>
    <w:rsid w:val="005241B5"/>
    <w:rsid w:val="00531AC7"/>
    <w:rsid w:val="00550988"/>
    <w:rsid w:val="0055213A"/>
    <w:rsid w:val="00574798"/>
    <w:rsid w:val="00580D2F"/>
    <w:rsid w:val="005872FA"/>
    <w:rsid w:val="0059276B"/>
    <w:rsid w:val="005C105A"/>
    <w:rsid w:val="005C11B7"/>
    <w:rsid w:val="005E0C9B"/>
    <w:rsid w:val="006035E5"/>
    <w:rsid w:val="006056C2"/>
    <w:rsid w:val="00607A31"/>
    <w:rsid w:val="00616D5D"/>
    <w:rsid w:val="00620D56"/>
    <w:rsid w:val="0062112B"/>
    <w:rsid w:val="006276D1"/>
    <w:rsid w:val="00632758"/>
    <w:rsid w:val="0066645B"/>
    <w:rsid w:val="00666543"/>
    <w:rsid w:val="0068093D"/>
    <w:rsid w:val="00683F46"/>
    <w:rsid w:val="006846FD"/>
    <w:rsid w:val="006B10E4"/>
    <w:rsid w:val="006B1AD9"/>
    <w:rsid w:val="006F5582"/>
    <w:rsid w:val="0071449B"/>
    <w:rsid w:val="0072180F"/>
    <w:rsid w:val="00722826"/>
    <w:rsid w:val="00756C01"/>
    <w:rsid w:val="00766959"/>
    <w:rsid w:val="00770E66"/>
    <w:rsid w:val="00775B1E"/>
    <w:rsid w:val="00776CA9"/>
    <w:rsid w:val="007B0CA9"/>
    <w:rsid w:val="007B32C3"/>
    <w:rsid w:val="007B7FB6"/>
    <w:rsid w:val="007C3175"/>
    <w:rsid w:val="007C6DB5"/>
    <w:rsid w:val="007E02D0"/>
    <w:rsid w:val="007F2D6C"/>
    <w:rsid w:val="007F4179"/>
    <w:rsid w:val="00800001"/>
    <w:rsid w:val="00815976"/>
    <w:rsid w:val="0082485D"/>
    <w:rsid w:val="00824959"/>
    <w:rsid w:val="00827DFC"/>
    <w:rsid w:val="008542CD"/>
    <w:rsid w:val="008639A3"/>
    <w:rsid w:val="00892231"/>
    <w:rsid w:val="008A2AFB"/>
    <w:rsid w:val="008C5D5C"/>
    <w:rsid w:val="008F4DA5"/>
    <w:rsid w:val="00920967"/>
    <w:rsid w:val="009338DE"/>
    <w:rsid w:val="009513FF"/>
    <w:rsid w:val="00960F92"/>
    <w:rsid w:val="00961B3A"/>
    <w:rsid w:val="009731C2"/>
    <w:rsid w:val="009815AD"/>
    <w:rsid w:val="009847DF"/>
    <w:rsid w:val="00992248"/>
    <w:rsid w:val="009A4FED"/>
    <w:rsid w:val="009D4279"/>
    <w:rsid w:val="009D5743"/>
    <w:rsid w:val="009D65C9"/>
    <w:rsid w:val="009E2834"/>
    <w:rsid w:val="009E493B"/>
    <w:rsid w:val="00A00F0D"/>
    <w:rsid w:val="00A0148E"/>
    <w:rsid w:val="00A574BA"/>
    <w:rsid w:val="00A659DF"/>
    <w:rsid w:val="00A676ED"/>
    <w:rsid w:val="00A701C7"/>
    <w:rsid w:val="00A828DC"/>
    <w:rsid w:val="00AD0445"/>
    <w:rsid w:val="00AD3A52"/>
    <w:rsid w:val="00AD4712"/>
    <w:rsid w:val="00AF39A9"/>
    <w:rsid w:val="00B00A1E"/>
    <w:rsid w:val="00B12A7F"/>
    <w:rsid w:val="00B64D63"/>
    <w:rsid w:val="00B65F8A"/>
    <w:rsid w:val="00B83B05"/>
    <w:rsid w:val="00B84824"/>
    <w:rsid w:val="00B96C77"/>
    <w:rsid w:val="00B96E29"/>
    <w:rsid w:val="00B96F1C"/>
    <w:rsid w:val="00BB009A"/>
    <w:rsid w:val="00BB0135"/>
    <w:rsid w:val="00BB1871"/>
    <w:rsid w:val="00BB78A6"/>
    <w:rsid w:val="00BC0CF9"/>
    <w:rsid w:val="00BC1897"/>
    <w:rsid w:val="00BC49DE"/>
    <w:rsid w:val="00BD14B2"/>
    <w:rsid w:val="00BD16B7"/>
    <w:rsid w:val="00BE1690"/>
    <w:rsid w:val="00BF175F"/>
    <w:rsid w:val="00BF5D29"/>
    <w:rsid w:val="00C00606"/>
    <w:rsid w:val="00C00648"/>
    <w:rsid w:val="00C065D2"/>
    <w:rsid w:val="00C15B3E"/>
    <w:rsid w:val="00C16D0B"/>
    <w:rsid w:val="00C2177D"/>
    <w:rsid w:val="00C513D6"/>
    <w:rsid w:val="00C57BAD"/>
    <w:rsid w:val="00C6703F"/>
    <w:rsid w:val="00C726DD"/>
    <w:rsid w:val="00C8483F"/>
    <w:rsid w:val="00CB4E11"/>
    <w:rsid w:val="00CC0CED"/>
    <w:rsid w:val="00CC1C5F"/>
    <w:rsid w:val="00CC5CC1"/>
    <w:rsid w:val="00CE259F"/>
    <w:rsid w:val="00CE6457"/>
    <w:rsid w:val="00CF1DF0"/>
    <w:rsid w:val="00CF5C6D"/>
    <w:rsid w:val="00D0549C"/>
    <w:rsid w:val="00D15F00"/>
    <w:rsid w:val="00D2592C"/>
    <w:rsid w:val="00D275CE"/>
    <w:rsid w:val="00D30F66"/>
    <w:rsid w:val="00D6315A"/>
    <w:rsid w:val="00D77C20"/>
    <w:rsid w:val="00DA72BD"/>
    <w:rsid w:val="00DB3666"/>
    <w:rsid w:val="00DB515A"/>
    <w:rsid w:val="00DD4059"/>
    <w:rsid w:val="00DE4A34"/>
    <w:rsid w:val="00DF6C47"/>
    <w:rsid w:val="00E06D98"/>
    <w:rsid w:val="00E15477"/>
    <w:rsid w:val="00E37E03"/>
    <w:rsid w:val="00E40B50"/>
    <w:rsid w:val="00E54137"/>
    <w:rsid w:val="00E61C3F"/>
    <w:rsid w:val="00E644FA"/>
    <w:rsid w:val="00E73D88"/>
    <w:rsid w:val="00E7490A"/>
    <w:rsid w:val="00E971DC"/>
    <w:rsid w:val="00EA090B"/>
    <w:rsid w:val="00EA0E88"/>
    <w:rsid w:val="00EB2FBE"/>
    <w:rsid w:val="00ED0070"/>
    <w:rsid w:val="00ED12A2"/>
    <w:rsid w:val="00ED4EC9"/>
    <w:rsid w:val="00EE08EA"/>
    <w:rsid w:val="00F0210C"/>
    <w:rsid w:val="00F04A80"/>
    <w:rsid w:val="00F07D68"/>
    <w:rsid w:val="00F10CFC"/>
    <w:rsid w:val="00F20901"/>
    <w:rsid w:val="00F2183F"/>
    <w:rsid w:val="00F255F8"/>
    <w:rsid w:val="00F30EDB"/>
    <w:rsid w:val="00F36144"/>
    <w:rsid w:val="00F42969"/>
    <w:rsid w:val="00F430EA"/>
    <w:rsid w:val="00F873B6"/>
    <w:rsid w:val="00FA0F72"/>
    <w:rsid w:val="00FB2987"/>
    <w:rsid w:val="00FB41C5"/>
    <w:rsid w:val="00FD5C1D"/>
    <w:rsid w:val="00FD660E"/>
    <w:rsid w:val="00FF7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002E0DC"/>
  <w15:chartTrackingRefBased/>
  <w15:docId w15:val="{80884A66-1960-42A5-BDE9-235F5D9B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1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30E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430EA"/>
    <w:rPr>
      <w:sz w:val="22"/>
      <w:szCs w:val="22"/>
      <w:lang w:eastAsia="en-US"/>
    </w:rPr>
  </w:style>
  <w:style w:type="character" w:styleId="Riferimentointenso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F430EA"/>
    <w:rPr>
      <w:b/>
      <w:bCs/>
      <w:i/>
      <w:iCs/>
      <w:spacing w:val="5"/>
    </w:rPr>
  </w:style>
  <w:style w:type="character" w:styleId="Enfasigrassetto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Titolo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colato\Desktop\WindowsApplication10\bin\Debug\CondDimDDPS_UK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080C7-B034-48D4-9AC3-D995D6DA2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CondDimDDPS_UK.dot</Template>
  <TotalTime>142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73</cp:revision>
  <dcterms:created xsi:type="dcterms:W3CDTF">2019-03-30T09:33:00Z</dcterms:created>
  <dcterms:modified xsi:type="dcterms:W3CDTF">2024-10-01T11:08:00Z</dcterms:modified>
</cp:coreProperties>
</file>